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D3727" w14:textId="77777777" w:rsidR="00724393" w:rsidRDefault="00724393" w:rsidP="0072439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0C2F275" w14:textId="77777777" w:rsidR="00724393" w:rsidRDefault="00724393" w:rsidP="00EA3D6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22A43AD" w14:textId="2FCDAF18" w:rsidR="0085747A" w:rsidRPr="00D47CE1" w:rsidRDefault="0085747A" w:rsidP="00EA3D6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SYLABUS</w:t>
      </w:r>
    </w:p>
    <w:p w14:paraId="5A733BBB" w14:textId="093553D1" w:rsidR="0085747A" w:rsidRPr="00D47CE1" w:rsidRDefault="0071620A" w:rsidP="001E20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47CE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47CE1">
        <w:rPr>
          <w:rFonts w:ascii="Corbel" w:hAnsi="Corbel"/>
          <w:b/>
          <w:smallCaps/>
          <w:sz w:val="24"/>
          <w:szCs w:val="24"/>
        </w:rPr>
        <w:t xml:space="preserve"> </w:t>
      </w:r>
      <w:r w:rsidR="00680726" w:rsidRPr="00D47CE1">
        <w:rPr>
          <w:rFonts w:ascii="Corbel" w:hAnsi="Corbel"/>
          <w:i/>
          <w:smallCaps/>
          <w:sz w:val="24"/>
          <w:szCs w:val="24"/>
        </w:rPr>
        <w:t xml:space="preserve"> </w:t>
      </w:r>
      <w:r w:rsidR="001E20B0">
        <w:rPr>
          <w:rFonts w:ascii="Corbel" w:hAnsi="Corbel"/>
          <w:b/>
          <w:smallCaps/>
          <w:sz w:val="24"/>
          <w:szCs w:val="24"/>
        </w:rPr>
        <w:t>202</w:t>
      </w:r>
      <w:r w:rsidR="00E328AB">
        <w:rPr>
          <w:rFonts w:ascii="Corbel" w:hAnsi="Corbel"/>
          <w:b/>
          <w:smallCaps/>
          <w:sz w:val="24"/>
          <w:szCs w:val="24"/>
        </w:rPr>
        <w:t>5</w:t>
      </w:r>
      <w:r w:rsidR="001E20B0">
        <w:rPr>
          <w:rFonts w:ascii="Corbel" w:hAnsi="Corbel"/>
          <w:b/>
          <w:smallCaps/>
          <w:sz w:val="24"/>
          <w:szCs w:val="24"/>
        </w:rPr>
        <w:t>-20</w:t>
      </w:r>
      <w:r w:rsidR="00E328AB">
        <w:rPr>
          <w:rFonts w:ascii="Corbel" w:hAnsi="Corbel"/>
          <w:b/>
          <w:smallCaps/>
          <w:sz w:val="24"/>
          <w:szCs w:val="24"/>
        </w:rPr>
        <w:t>30</w:t>
      </w:r>
    </w:p>
    <w:p w14:paraId="11C766C1" w14:textId="76BFFB55" w:rsidR="00445970" w:rsidRPr="00D47CE1" w:rsidRDefault="00445970" w:rsidP="00EA4832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</w:r>
      <w:r w:rsidRPr="00D47CE1">
        <w:rPr>
          <w:rFonts w:ascii="Corbel" w:hAnsi="Corbel"/>
          <w:sz w:val="24"/>
          <w:szCs w:val="24"/>
        </w:rPr>
        <w:tab/>
        <w:t>R</w:t>
      </w:r>
      <w:r w:rsidR="00AC747F" w:rsidRPr="00D47CE1">
        <w:rPr>
          <w:rFonts w:ascii="Corbel" w:hAnsi="Corbel"/>
          <w:sz w:val="24"/>
          <w:szCs w:val="24"/>
        </w:rPr>
        <w:t xml:space="preserve">ok akademicki </w:t>
      </w:r>
      <w:r w:rsidR="00033B2D" w:rsidRPr="00D47CE1">
        <w:rPr>
          <w:rFonts w:ascii="Corbel" w:hAnsi="Corbel"/>
          <w:sz w:val="24"/>
          <w:szCs w:val="24"/>
        </w:rPr>
        <w:t xml:space="preserve">  </w:t>
      </w:r>
      <w:r w:rsidR="001D237A" w:rsidRPr="00D47CE1">
        <w:rPr>
          <w:rFonts w:ascii="Corbel" w:hAnsi="Corbel"/>
          <w:b/>
          <w:sz w:val="24"/>
          <w:szCs w:val="24"/>
        </w:rPr>
        <w:t>202</w:t>
      </w:r>
      <w:r w:rsidR="00E328AB">
        <w:rPr>
          <w:rFonts w:ascii="Corbel" w:hAnsi="Corbel"/>
          <w:b/>
          <w:sz w:val="24"/>
          <w:szCs w:val="24"/>
        </w:rPr>
        <w:t>7</w:t>
      </w:r>
      <w:r w:rsidR="00033B2D" w:rsidRPr="00D47CE1">
        <w:rPr>
          <w:rFonts w:ascii="Corbel" w:hAnsi="Corbel"/>
          <w:b/>
          <w:sz w:val="24"/>
          <w:szCs w:val="24"/>
        </w:rPr>
        <w:t>/</w:t>
      </w:r>
      <w:r w:rsidR="00680726" w:rsidRPr="00D47CE1">
        <w:rPr>
          <w:rFonts w:ascii="Corbel" w:hAnsi="Corbel"/>
          <w:b/>
          <w:sz w:val="24"/>
          <w:szCs w:val="24"/>
        </w:rPr>
        <w:t>20</w:t>
      </w:r>
      <w:r w:rsidR="00033B2D" w:rsidRPr="00D47CE1">
        <w:rPr>
          <w:rFonts w:ascii="Corbel" w:hAnsi="Corbel"/>
          <w:b/>
          <w:sz w:val="24"/>
          <w:szCs w:val="24"/>
        </w:rPr>
        <w:t>2</w:t>
      </w:r>
      <w:r w:rsidR="00E328AB">
        <w:rPr>
          <w:rFonts w:ascii="Corbel" w:hAnsi="Corbel"/>
          <w:b/>
          <w:sz w:val="24"/>
          <w:szCs w:val="24"/>
        </w:rPr>
        <w:t xml:space="preserve">8, </w:t>
      </w:r>
      <w:r w:rsidR="00680726" w:rsidRPr="00D47CE1">
        <w:rPr>
          <w:rFonts w:ascii="Corbel" w:hAnsi="Corbel"/>
          <w:b/>
          <w:sz w:val="24"/>
          <w:szCs w:val="24"/>
        </w:rPr>
        <w:t>202</w:t>
      </w:r>
      <w:r w:rsidR="00E328AB">
        <w:rPr>
          <w:rFonts w:ascii="Corbel" w:hAnsi="Corbel"/>
          <w:b/>
          <w:sz w:val="24"/>
          <w:szCs w:val="24"/>
        </w:rPr>
        <w:t>8</w:t>
      </w:r>
      <w:r w:rsidR="00680726" w:rsidRPr="00D47CE1">
        <w:rPr>
          <w:rFonts w:ascii="Corbel" w:hAnsi="Corbel"/>
          <w:b/>
          <w:sz w:val="24"/>
          <w:szCs w:val="24"/>
        </w:rPr>
        <w:t>/202</w:t>
      </w:r>
      <w:r w:rsidR="00E328AB">
        <w:rPr>
          <w:rFonts w:ascii="Corbel" w:hAnsi="Corbel"/>
          <w:b/>
          <w:sz w:val="24"/>
          <w:szCs w:val="24"/>
        </w:rPr>
        <w:t>9</w:t>
      </w:r>
    </w:p>
    <w:p w14:paraId="29BDAA38" w14:textId="77777777" w:rsidR="0085747A" w:rsidRPr="00D47CE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37F158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1. </w:t>
      </w:r>
      <w:r w:rsidR="0085747A" w:rsidRPr="00D47CE1">
        <w:rPr>
          <w:rFonts w:ascii="Corbel" w:hAnsi="Corbel"/>
          <w:szCs w:val="24"/>
        </w:rPr>
        <w:t xml:space="preserve">Podstawowe </w:t>
      </w:r>
      <w:r w:rsidR="00445970" w:rsidRPr="00D47CE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47CE1" w14:paraId="0120EC60" w14:textId="77777777" w:rsidTr="00B819C8">
        <w:tc>
          <w:tcPr>
            <w:tcW w:w="2694" w:type="dxa"/>
            <w:vAlign w:val="center"/>
          </w:tcPr>
          <w:p w14:paraId="3932B65A" w14:textId="77777777" w:rsidR="0085747A" w:rsidRPr="00D47C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8A7E6C" w14:textId="77777777" w:rsidR="0085747A" w:rsidRPr="00D47CE1" w:rsidRDefault="00680726" w:rsidP="000D362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praktyki zawodowe – moduł D.6.</w:t>
            </w:r>
          </w:p>
        </w:tc>
      </w:tr>
      <w:tr w:rsidR="00680726" w:rsidRPr="00D47CE1" w14:paraId="17CFA9B8" w14:textId="77777777" w:rsidTr="00B819C8">
        <w:tc>
          <w:tcPr>
            <w:tcW w:w="2694" w:type="dxa"/>
            <w:vAlign w:val="center"/>
          </w:tcPr>
          <w:p w14:paraId="6718CB0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30E50B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80726" w:rsidRPr="00D47CE1" w14:paraId="1E731C85" w14:textId="77777777" w:rsidTr="00B819C8">
        <w:tc>
          <w:tcPr>
            <w:tcW w:w="2694" w:type="dxa"/>
            <w:vAlign w:val="center"/>
          </w:tcPr>
          <w:p w14:paraId="14AEBFB4" w14:textId="77777777" w:rsidR="00680726" w:rsidRPr="00D47CE1" w:rsidRDefault="0068072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FD174A" w14:textId="668989D9" w:rsidR="00680726" w:rsidRPr="00D47CE1" w:rsidRDefault="003D4470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4470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680726" w:rsidRPr="00D47CE1" w14:paraId="7943DE78" w14:textId="77777777" w:rsidTr="00B819C8">
        <w:tc>
          <w:tcPr>
            <w:tcW w:w="2694" w:type="dxa"/>
            <w:vAlign w:val="center"/>
          </w:tcPr>
          <w:p w14:paraId="4119DB5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00FF03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0726" w:rsidRPr="00D47CE1" w14:paraId="30AABBE0" w14:textId="77777777" w:rsidTr="00B819C8">
        <w:tc>
          <w:tcPr>
            <w:tcW w:w="2694" w:type="dxa"/>
            <w:vAlign w:val="center"/>
          </w:tcPr>
          <w:p w14:paraId="3BBA8D44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CA444A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80726" w:rsidRPr="00D47CE1" w14:paraId="05CAC9DF" w14:textId="77777777" w:rsidTr="00B819C8">
        <w:tc>
          <w:tcPr>
            <w:tcW w:w="2694" w:type="dxa"/>
            <w:vAlign w:val="center"/>
          </w:tcPr>
          <w:p w14:paraId="20F656EB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714758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80726" w:rsidRPr="00D47CE1" w14:paraId="227C5E0B" w14:textId="77777777" w:rsidTr="00B819C8">
        <w:tc>
          <w:tcPr>
            <w:tcW w:w="2694" w:type="dxa"/>
            <w:vAlign w:val="center"/>
          </w:tcPr>
          <w:p w14:paraId="4FAF2DC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7B125E" w14:textId="77777777" w:rsidR="00680726" w:rsidRPr="00D47CE1" w:rsidRDefault="00680726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80726" w:rsidRPr="00D47CE1" w14:paraId="5B3F69E9" w14:textId="77777777" w:rsidTr="00B819C8">
        <w:tc>
          <w:tcPr>
            <w:tcW w:w="2694" w:type="dxa"/>
            <w:vAlign w:val="center"/>
          </w:tcPr>
          <w:p w14:paraId="183080D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CAD44E" w14:textId="53A29902" w:rsidR="00680726" w:rsidRPr="00D47CE1" w:rsidRDefault="00E417CC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17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0726" w:rsidRPr="00D47CE1" w14:paraId="544D8857" w14:textId="77777777" w:rsidTr="00B819C8">
        <w:tc>
          <w:tcPr>
            <w:tcW w:w="2694" w:type="dxa"/>
            <w:vAlign w:val="center"/>
          </w:tcPr>
          <w:p w14:paraId="2ACEE49D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E253420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III i IV rok, 6 i 7 semestr</w:t>
            </w:r>
          </w:p>
        </w:tc>
      </w:tr>
      <w:tr w:rsidR="00680726" w:rsidRPr="00D47CE1" w14:paraId="3EB22FE2" w14:textId="77777777" w:rsidTr="00B819C8">
        <w:tc>
          <w:tcPr>
            <w:tcW w:w="2694" w:type="dxa"/>
            <w:vAlign w:val="center"/>
          </w:tcPr>
          <w:p w14:paraId="3D744DD8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DB21F3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D. Edukacja włączająca, Moduł D.6. Praktyki zawodowe</w:t>
            </w:r>
          </w:p>
        </w:tc>
      </w:tr>
      <w:tr w:rsidR="00680726" w:rsidRPr="00D47CE1" w14:paraId="6FB1E28C" w14:textId="77777777" w:rsidTr="00B819C8">
        <w:tc>
          <w:tcPr>
            <w:tcW w:w="2694" w:type="dxa"/>
            <w:vAlign w:val="center"/>
          </w:tcPr>
          <w:p w14:paraId="54E3CB50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FBB094" w14:textId="77777777" w:rsidR="00680726" w:rsidRPr="00D47CE1" w:rsidRDefault="00680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680726" w:rsidRPr="00D47CE1" w14:paraId="48180085" w14:textId="77777777" w:rsidTr="00B819C8">
        <w:tc>
          <w:tcPr>
            <w:tcW w:w="2694" w:type="dxa"/>
            <w:vAlign w:val="center"/>
          </w:tcPr>
          <w:p w14:paraId="164D0B53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B82960" w14:textId="7BAE0BDE" w:rsidR="00680726" w:rsidRPr="00D47CE1" w:rsidRDefault="00C07459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80726" w:rsidRPr="00D47CE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E328A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Joanna Leśniak</w:t>
            </w:r>
          </w:p>
        </w:tc>
      </w:tr>
      <w:tr w:rsidR="00680726" w:rsidRPr="00D47CE1" w14:paraId="73A3C5A2" w14:textId="77777777" w:rsidTr="00B819C8">
        <w:tc>
          <w:tcPr>
            <w:tcW w:w="2694" w:type="dxa"/>
            <w:vAlign w:val="center"/>
          </w:tcPr>
          <w:p w14:paraId="5BD8D471" w14:textId="77777777" w:rsidR="00680726" w:rsidRPr="00D47CE1" w:rsidRDefault="0068072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C31259" w14:textId="27D9D3F2" w:rsidR="00680726" w:rsidRPr="00D47CE1" w:rsidRDefault="00C07459" w:rsidP="005769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45641">
              <w:rPr>
                <w:rFonts w:ascii="Corbel" w:hAnsi="Corbel"/>
                <w:b w:val="0"/>
                <w:color w:val="auto"/>
                <w:sz w:val="24"/>
                <w:szCs w:val="24"/>
              </w:rPr>
              <w:t>r Joanna Leśniak</w:t>
            </w:r>
          </w:p>
        </w:tc>
      </w:tr>
    </w:tbl>
    <w:p w14:paraId="6CE1C7DE" w14:textId="77777777" w:rsidR="00923D7D" w:rsidRPr="00D47CE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* </w:t>
      </w:r>
      <w:r w:rsidRPr="00D47CE1">
        <w:rPr>
          <w:rFonts w:ascii="Corbel" w:hAnsi="Corbel"/>
          <w:i/>
          <w:sz w:val="24"/>
          <w:szCs w:val="24"/>
        </w:rPr>
        <w:t>-</w:t>
      </w:r>
      <w:r w:rsidR="00B90885" w:rsidRPr="00D47CE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47CE1">
        <w:rPr>
          <w:rFonts w:ascii="Corbel" w:hAnsi="Corbel"/>
          <w:b w:val="0"/>
          <w:sz w:val="24"/>
          <w:szCs w:val="24"/>
        </w:rPr>
        <w:t>e,</w:t>
      </w:r>
      <w:r w:rsidRPr="00D47CE1">
        <w:rPr>
          <w:rFonts w:ascii="Corbel" w:hAnsi="Corbel"/>
          <w:i/>
          <w:sz w:val="24"/>
          <w:szCs w:val="24"/>
        </w:rPr>
        <w:t xml:space="preserve"> </w:t>
      </w:r>
      <w:r w:rsidRPr="00D47CE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47CE1">
        <w:rPr>
          <w:rFonts w:ascii="Corbel" w:hAnsi="Corbel"/>
          <w:b w:val="0"/>
          <w:i/>
          <w:sz w:val="24"/>
          <w:szCs w:val="24"/>
        </w:rPr>
        <w:t>w Jednostce</w:t>
      </w:r>
    </w:p>
    <w:p w14:paraId="2CBD7EC5" w14:textId="77777777" w:rsidR="00A81544" w:rsidRPr="00D47CE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B50D6D" w14:textId="77777777" w:rsidR="00923D7D" w:rsidRPr="00D47CE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1.</w:t>
      </w:r>
      <w:r w:rsidR="00E22FBC" w:rsidRPr="00D47CE1">
        <w:rPr>
          <w:rFonts w:ascii="Corbel" w:hAnsi="Corbel"/>
          <w:sz w:val="24"/>
          <w:szCs w:val="24"/>
        </w:rPr>
        <w:t>1</w:t>
      </w:r>
      <w:r w:rsidRPr="00D47CE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47CE1" w14:paraId="7E13DC1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01D6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Semestr</w:t>
            </w:r>
          </w:p>
          <w:p w14:paraId="154056AC" w14:textId="77777777" w:rsidR="00015B8F" w:rsidRPr="00D47CE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(</w:t>
            </w:r>
            <w:r w:rsidR="00363F78" w:rsidRPr="00D47CE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B57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Wykł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4E5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F4A2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Konw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ACB8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B55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Sem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4BD5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1A2C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47CE1">
              <w:rPr>
                <w:rFonts w:ascii="Corbel" w:hAnsi="Corbel"/>
                <w:szCs w:val="24"/>
              </w:rPr>
              <w:t>Prakt</w:t>
            </w:r>
            <w:proofErr w:type="spellEnd"/>
            <w:r w:rsidRPr="00D47CE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E420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47C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B66CE" w14:textId="77777777" w:rsidR="00015B8F" w:rsidRPr="00D47CE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47CE1">
              <w:rPr>
                <w:rFonts w:ascii="Corbel" w:hAnsi="Corbel"/>
                <w:b/>
                <w:szCs w:val="24"/>
              </w:rPr>
              <w:t>Liczba pkt</w:t>
            </w:r>
            <w:r w:rsidR="00B90885" w:rsidRPr="00D47CE1">
              <w:rPr>
                <w:rFonts w:ascii="Corbel" w:hAnsi="Corbel"/>
                <w:b/>
                <w:szCs w:val="24"/>
              </w:rPr>
              <w:t>.</w:t>
            </w:r>
            <w:r w:rsidRPr="00D47CE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47CE1" w14:paraId="4C1DC17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C78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9070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FDEF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B878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AE67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AB5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0CA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4947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E90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BEC1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672E" w:rsidRPr="00D47CE1" w14:paraId="2876370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B36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EAC3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FAF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353D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5EFF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1D99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62EE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10F6" w14:textId="77777777" w:rsidR="00D7672E" w:rsidRPr="00D47CE1" w:rsidRDefault="00D7672E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98AB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18FCA" w14:textId="77777777" w:rsidR="00D7672E" w:rsidRPr="00D47CE1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295DF5" w14:textId="77777777" w:rsidR="0075135E" w:rsidRPr="00D47CE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006611D" w14:textId="77777777" w:rsidR="0085747A" w:rsidRPr="00D47C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1.</w:t>
      </w:r>
      <w:r w:rsidR="00E22FBC" w:rsidRPr="00D47CE1">
        <w:rPr>
          <w:rFonts w:ascii="Corbel" w:hAnsi="Corbel"/>
          <w:smallCaps w:val="0"/>
          <w:szCs w:val="24"/>
        </w:rPr>
        <w:t>2</w:t>
      </w:r>
      <w:r w:rsidR="00F83B28" w:rsidRPr="00D47CE1">
        <w:rPr>
          <w:rFonts w:ascii="Corbel" w:hAnsi="Corbel"/>
          <w:smallCaps w:val="0"/>
          <w:szCs w:val="24"/>
        </w:rPr>
        <w:t>.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 xml:space="preserve">Sposób realizacji zajęć  </w:t>
      </w:r>
    </w:p>
    <w:p w14:paraId="0FC85899" w14:textId="77777777" w:rsidR="00680726" w:rsidRPr="00D47CE1" w:rsidRDefault="00680726" w:rsidP="0068072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eastAsia="MS Gothic" w:hAnsi="Corbel"/>
          <w:b w:val="0"/>
          <w:szCs w:val="24"/>
        </w:rPr>
        <w:sym w:font="Wingdings 2" w:char="0054"/>
      </w:r>
      <w:r w:rsidRPr="00D47CE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3FBAEDE" w14:textId="77777777" w:rsidR="0085747A" w:rsidRPr="00D47CE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47CE1">
        <w:rPr>
          <w:rFonts w:ascii="MS Gothic" w:eastAsia="MS Gothic" w:hAnsi="MS Gothic" w:cs="MS Gothic" w:hint="eastAsia"/>
          <w:b w:val="0"/>
          <w:szCs w:val="24"/>
        </w:rPr>
        <w:t>☐</w:t>
      </w:r>
      <w:r w:rsidRPr="00D47C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02E25" w14:textId="77777777" w:rsidR="0085747A" w:rsidRPr="00D47CE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A70B44" w14:textId="77777777" w:rsidR="00B62055" w:rsidRPr="00D47CE1" w:rsidRDefault="00E22FBC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1.3 </w:t>
      </w:r>
      <w:r w:rsidR="00F83B28"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smallCaps w:val="0"/>
          <w:szCs w:val="24"/>
        </w:rPr>
        <w:t>For</w:t>
      </w:r>
      <w:r w:rsidR="00445970" w:rsidRPr="00D47CE1">
        <w:rPr>
          <w:rFonts w:ascii="Corbel" w:hAnsi="Corbel"/>
          <w:smallCaps w:val="0"/>
          <w:szCs w:val="24"/>
        </w:rPr>
        <w:t xml:space="preserve">ma zaliczenia przedmiotu </w:t>
      </w:r>
      <w:r w:rsidR="00680726" w:rsidRPr="00D47CE1">
        <w:rPr>
          <w:rFonts w:ascii="Corbel" w:hAnsi="Corbel"/>
          <w:smallCaps w:val="0"/>
          <w:szCs w:val="24"/>
        </w:rPr>
        <w:t xml:space="preserve"> (z toku)</w:t>
      </w:r>
    </w:p>
    <w:p w14:paraId="6667FE73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ab/>
      </w:r>
      <w:r w:rsidRPr="00D47CE1">
        <w:rPr>
          <w:rFonts w:ascii="Corbel" w:hAnsi="Corbel"/>
          <w:b w:val="0"/>
          <w:smallCaps w:val="0"/>
          <w:szCs w:val="24"/>
        </w:rPr>
        <w:t>zaliczenie z oceną</w:t>
      </w:r>
    </w:p>
    <w:p w14:paraId="3E997E4F" w14:textId="77777777" w:rsidR="00680726" w:rsidRPr="00D47CE1" w:rsidRDefault="00680726" w:rsidP="006807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18F7232" w14:textId="77777777" w:rsidR="00E960BB" w:rsidRPr="00D47CE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7F0A3088" w14:textId="77777777" w:rsidTr="00745302">
        <w:tc>
          <w:tcPr>
            <w:tcW w:w="9670" w:type="dxa"/>
          </w:tcPr>
          <w:p w14:paraId="171CA54F" w14:textId="77777777" w:rsidR="0002440A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FD7DEC" w:rsidRPr="00D47CE1">
              <w:rPr>
                <w:rFonts w:ascii="Corbel" w:hAnsi="Corbel"/>
                <w:b w:val="0"/>
                <w:smallCaps w:val="0"/>
                <w:szCs w:val="24"/>
              </w:rPr>
              <w:t>zaliczenie przedmiotów realizowanyc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>h w  toku studiów (semestr V</w:t>
            </w:r>
            <w:r w:rsidR="000E44AB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VI;</w:t>
            </w:r>
          </w:p>
          <w:p w14:paraId="40FE8391" w14:textId="77777777" w:rsidR="00A14CC0" w:rsidRPr="00D47CE1" w:rsidRDefault="00A14CC0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2. zaliczenie przedmiotów realizowanych w  toku studiów (semes</w:t>
            </w:r>
            <w:r w:rsidR="00D116D6" w:rsidRPr="00D47CE1">
              <w:rPr>
                <w:rFonts w:ascii="Corbel" w:hAnsi="Corbel"/>
                <w:b w:val="0"/>
                <w:smallCaps w:val="0"/>
                <w:szCs w:val="24"/>
              </w:rPr>
              <w:t>tr VI) dla praktyki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w semestrze VII;</w:t>
            </w:r>
          </w:p>
        </w:tc>
      </w:tr>
    </w:tbl>
    <w:p w14:paraId="44F4CFF6" w14:textId="77777777" w:rsidR="00153C41" w:rsidRPr="00D47CE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DAE243" w14:textId="77777777" w:rsidR="0085747A" w:rsidRPr="00D47CE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47CE1">
        <w:rPr>
          <w:rFonts w:ascii="Corbel" w:hAnsi="Corbel"/>
          <w:szCs w:val="24"/>
        </w:rPr>
        <w:t>3.</w:t>
      </w:r>
      <w:r w:rsidR="0085747A" w:rsidRPr="00D47CE1">
        <w:rPr>
          <w:rFonts w:ascii="Corbel" w:hAnsi="Corbel"/>
          <w:szCs w:val="24"/>
        </w:rPr>
        <w:t xml:space="preserve"> </w:t>
      </w:r>
      <w:r w:rsidR="00A84C85" w:rsidRPr="00D47CE1">
        <w:rPr>
          <w:rFonts w:ascii="Corbel" w:hAnsi="Corbel"/>
          <w:szCs w:val="24"/>
        </w:rPr>
        <w:t>cele, efekty uczenia się</w:t>
      </w:r>
      <w:r w:rsidR="0085747A" w:rsidRPr="00D47CE1">
        <w:rPr>
          <w:rFonts w:ascii="Corbel" w:hAnsi="Corbel"/>
          <w:szCs w:val="24"/>
        </w:rPr>
        <w:t xml:space="preserve"> , treści Programowe i stosowane metody Dydaktyczne</w:t>
      </w:r>
    </w:p>
    <w:p w14:paraId="2E2712A3" w14:textId="77777777" w:rsidR="002549B9" w:rsidRPr="00D47CE1" w:rsidRDefault="002549B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02B914" w14:textId="77777777" w:rsidR="00FD3891" w:rsidRPr="00D47CE1" w:rsidRDefault="0071620A" w:rsidP="003C18DD">
      <w:pPr>
        <w:pStyle w:val="Podpunkty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3.1 </w:t>
      </w:r>
      <w:r w:rsidR="00C05F44" w:rsidRPr="00D47CE1">
        <w:rPr>
          <w:rFonts w:ascii="Corbel" w:hAnsi="Corbel"/>
          <w:sz w:val="24"/>
          <w:szCs w:val="24"/>
        </w:rPr>
        <w:t>Cele przedmiotu</w:t>
      </w:r>
    </w:p>
    <w:p w14:paraId="7F830123" w14:textId="77777777" w:rsidR="00FD3891" w:rsidRPr="00D47CE1" w:rsidRDefault="00FD389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47CE1" w14:paraId="607346EB" w14:textId="77777777" w:rsidTr="00614BD2">
        <w:tc>
          <w:tcPr>
            <w:tcW w:w="851" w:type="dxa"/>
            <w:vAlign w:val="center"/>
          </w:tcPr>
          <w:p w14:paraId="5FCFA9DA" w14:textId="77777777" w:rsidR="00614BD2" w:rsidRPr="00D47CE1" w:rsidRDefault="00614BD2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CB40010" w14:textId="77777777" w:rsidR="00614BD2" w:rsidRPr="00D47CE1" w:rsidRDefault="00DC03E6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środowiska przedszkola i szkoły,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 xml:space="preserve">w tym działania edukacyjne, terapeutyczne i opiekuńczo - 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wychowawcze, dokumenty prawne i </w:t>
            </w:r>
            <w:r w:rsidR="00CA0D36" w:rsidRPr="00D47CE1">
              <w:rPr>
                <w:rFonts w:ascii="Corbel" w:hAnsi="Corbel"/>
                <w:b w:val="0"/>
                <w:sz w:val="24"/>
                <w:szCs w:val="24"/>
              </w:rPr>
              <w:t>organizacyjne instytucji</w:t>
            </w:r>
            <w:r w:rsidR="00D46A49" w:rsidRPr="00D47CE1">
              <w:rPr>
                <w:rFonts w:ascii="Corbel" w:hAnsi="Corbel"/>
                <w:b w:val="0"/>
                <w:sz w:val="24"/>
                <w:szCs w:val="24"/>
              </w:rPr>
              <w:t xml:space="preserve"> oraz zasady bezpieczeństwa.</w:t>
            </w:r>
          </w:p>
        </w:tc>
      </w:tr>
      <w:tr w:rsidR="000E44AB" w:rsidRPr="00D47CE1" w14:paraId="4CB75588" w14:textId="77777777" w:rsidTr="00614BD2">
        <w:tc>
          <w:tcPr>
            <w:tcW w:w="851" w:type="dxa"/>
            <w:vAlign w:val="center"/>
          </w:tcPr>
          <w:p w14:paraId="41748ECC" w14:textId="77777777" w:rsidR="000E44AB" w:rsidRPr="00D47CE1" w:rsidRDefault="000E44AB" w:rsidP="0068072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96F164" w14:textId="77777777" w:rsidR="000E44AB" w:rsidRPr="00D47CE1" w:rsidRDefault="000E44AB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47CE1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i praktykami działań włączających</w:t>
            </w:r>
            <w:r w:rsidR="00A14CC0" w:rsidRPr="00D47CE1">
              <w:rPr>
                <w:rFonts w:ascii="Corbel" w:hAnsi="Corbel"/>
                <w:b w:val="0"/>
                <w:sz w:val="24"/>
                <w:szCs w:val="24"/>
              </w:rPr>
              <w:t xml:space="preserve"> dzieci i uczniów ze specjalnymi potrzebami edukacyjnymi</w:t>
            </w:r>
            <w:r w:rsidR="00893142" w:rsidRPr="00D47CE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D47CE1" w14:paraId="036BBE8A" w14:textId="77777777" w:rsidTr="00614BD2">
        <w:tc>
          <w:tcPr>
            <w:tcW w:w="851" w:type="dxa"/>
            <w:vAlign w:val="center"/>
          </w:tcPr>
          <w:p w14:paraId="305911D5" w14:textId="77777777" w:rsidR="00614BD2" w:rsidRPr="00D47CE1" w:rsidRDefault="00614BD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</w:t>
            </w:r>
            <w:r w:rsidR="000E44AB" w:rsidRPr="00D47CE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40DE088" w14:textId="77777777" w:rsidR="00614BD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 xml:space="preserve">Zapoznanie studentów z zadaniami kadry pedagogicznej, w tym </w:t>
            </w:r>
            <w:r w:rsidR="002752A4" w:rsidRPr="00D47CE1">
              <w:rPr>
                <w:rFonts w:ascii="Corbel" w:hAnsi="Corbel"/>
              </w:rPr>
              <w:t xml:space="preserve">zatrudnionych </w:t>
            </w:r>
            <w:r w:rsidRPr="00D47CE1">
              <w:rPr>
                <w:rFonts w:ascii="Corbel" w:hAnsi="Corbel"/>
              </w:rPr>
              <w:t>specjalistów</w:t>
            </w:r>
          </w:p>
        </w:tc>
      </w:tr>
      <w:tr w:rsidR="00893142" w:rsidRPr="00D47CE1" w14:paraId="72E50B55" w14:textId="77777777" w:rsidTr="00614BD2">
        <w:tc>
          <w:tcPr>
            <w:tcW w:w="851" w:type="dxa"/>
            <w:vAlign w:val="center"/>
          </w:tcPr>
          <w:p w14:paraId="577974A5" w14:textId="77777777" w:rsidR="00893142" w:rsidRPr="00D47CE1" w:rsidRDefault="00893142" w:rsidP="0068072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7CC6D7" w14:textId="77777777" w:rsidR="00893142" w:rsidRPr="00D47CE1" w:rsidRDefault="00893142" w:rsidP="00167725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47CE1">
              <w:rPr>
                <w:rFonts w:ascii="Corbel" w:hAnsi="Corbel"/>
              </w:rPr>
              <w:t>Uwrażliwienie studentów na potrzeby dzieci i uczniów</w:t>
            </w:r>
            <w:r w:rsidR="00A14CC0" w:rsidRPr="00D47CE1">
              <w:rPr>
                <w:rFonts w:ascii="Corbel" w:hAnsi="Corbel"/>
              </w:rPr>
              <w:t xml:space="preserve"> w grupach zróżnicowanych.</w:t>
            </w:r>
          </w:p>
        </w:tc>
      </w:tr>
    </w:tbl>
    <w:p w14:paraId="57F0A4ED" w14:textId="77777777" w:rsidR="00F3607C" w:rsidRPr="00D47CE1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F40B6A" w14:textId="77777777" w:rsidR="001D7B54" w:rsidRPr="00D47CE1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 xml:space="preserve">3.2 </w:t>
      </w:r>
      <w:r w:rsidR="001D7B54" w:rsidRPr="00D47CE1">
        <w:rPr>
          <w:rFonts w:ascii="Corbel" w:hAnsi="Corbel"/>
          <w:b/>
          <w:sz w:val="24"/>
          <w:szCs w:val="24"/>
        </w:rPr>
        <w:t xml:space="preserve">Efekty </w:t>
      </w:r>
      <w:r w:rsidR="00C05F44" w:rsidRPr="00D47CE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47CE1">
        <w:rPr>
          <w:rFonts w:ascii="Corbel" w:hAnsi="Corbel"/>
          <w:b/>
          <w:sz w:val="24"/>
          <w:szCs w:val="24"/>
        </w:rPr>
        <w:t>dla p</w:t>
      </w:r>
      <w:r w:rsidR="00D46A49" w:rsidRPr="00D47CE1">
        <w:rPr>
          <w:rFonts w:ascii="Corbel" w:hAnsi="Corbel"/>
          <w:b/>
          <w:sz w:val="24"/>
          <w:szCs w:val="24"/>
        </w:rPr>
        <w:t xml:space="preserve">odczas </w:t>
      </w:r>
      <w:r w:rsidR="004A0541" w:rsidRPr="00D47CE1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6063"/>
        <w:gridCol w:w="1871"/>
      </w:tblGrid>
      <w:tr w:rsidR="0085747A" w:rsidRPr="00D47CE1" w14:paraId="66726D18" w14:textId="77777777" w:rsidTr="00465EB9">
        <w:trPr>
          <w:jc w:val="center"/>
        </w:trPr>
        <w:tc>
          <w:tcPr>
            <w:tcW w:w="1694" w:type="dxa"/>
            <w:vAlign w:val="center"/>
          </w:tcPr>
          <w:p w14:paraId="3E66A9E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47CE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63" w:type="dxa"/>
            <w:vAlign w:val="center"/>
          </w:tcPr>
          <w:p w14:paraId="03905524" w14:textId="77777777" w:rsidR="0085747A" w:rsidRPr="00D47CE1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1" w:type="dxa"/>
            <w:vAlign w:val="center"/>
          </w:tcPr>
          <w:p w14:paraId="531EFA3A" w14:textId="77777777" w:rsidR="0085747A" w:rsidRPr="00D47CE1" w:rsidRDefault="0085747A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szczegółowych 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efektów  </w:t>
            </w:r>
            <w:r w:rsidR="00576924" w:rsidRPr="00D47CE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D47CE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0726" w:rsidRPr="00D47CE1" w14:paraId="48699FA0" w14:textId="77777777" w:rsidTr="00465EB9">
        <w:trPr>
          <w:jc w:val="center"/>
        </w:trPr>
        <w:tc>
          <w:tcPr>
            <w:tcW w:w="1694" w:type="dxa"/>
            <w:vAlign w:val="center"/>
          </w:tcPr>
          <w:p w14:paraId="4ED00C62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63" w:type="dxa"/>
            <w:vAlign w:val="center"/>
          </w:tcPr>
          <w:p w14:paraId="1E77DD33" w14:textId="77777777" w:rsidR="00680726" w:rsidRPr="00D47CE1" w:rsidRDefault="00680726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1" w:type="dxa"/>
            <w:vAlign w:val="center"/>
          </w:tcPr>
          <w:p w14:paraId="776DBFF2" w14:textId="77777777" w:rsidR="00680726" w:rsidRPr="00D47CE1" w:rsidRDefault="00680726" w:rsidP="005769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D47CE1" w14:paraId="70F86880" w14:textId="77777777" w:rsidTr="00680726">
        <w:trPr>
          <w:trHeight w:val="1553"/>
          <w:jc w:val="center"/>
        </w:trPr>
        <w:tc>
          <w:tcPr>
            <w:tcW w:w="1694" w:type="dxa"/>
            <w:vAlign w:val="center"/>
          </w:tcPr>
          <w:p w14:paraId="171D8895" w14:textId="77777777" w:rsidR="00AA0E4C" w:rsidRPr="00D47CE1" w:rsidRDefault="00AA0E4C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63" w:type="dxa"/>
          </w:tcPr>
          <w:p w14:paraId="630D6C3B" w14:textId="77777777" w:rsidR="00AA0E4C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przedszkola, szkoły lub placówki systemu oświaty, w której jest realizowana praktyka, w szczególności działania edukacyjne, terapeutyczne i opiekuńczo- -wychowawcze, organizację pracy, zakresy zadań pracowników, uczestników procesów pedagogicznych oraz rodzaj prowadzonej dokumentacji;</w:t>
            </w:r>
          </w:p>
        </w:tc>
        <w:tc>
          <w:tcPr>
            <w:tcW w:w="1871" w:type="dxa"/>
            <w:vAlign w:val="center"/>
          </w:tcPr>
          <w:p w14:paraId="14FE04CE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700AFF7E" w14:textId="77777777" w:rsidR="00AA0E4C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.W1.</w:t>
            </w:r>
          </w:p>
        </w:tc>
      </w:tr>
      <w:tr w:rsidR="00576924" w:rsidRPr="00D47CE1" w14:paraId="632A3F50" w14:textId="77777777" w:rsidTr="00680726">
        <w:trPr>
          <w:trHeight w:val="445"/>
          <w:jc w:val="center"/>
        </w:trPr>
        <w:tc>
          <w:tcPr>
            <w:tcW w:w="1694" w:type="dxa"/>
            <w:vAlign w:val="center"/>
          </w:tcPr>
          <w:p w14:paraId="04CDEDB7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63" w:type="dxa"/>
          </w:tcPr>
          <w:p w14:paraId="6B2538A7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specyfikę edukacji włączającej dzieci i uczniów ze specjalnymi potrzebami edukacyjnymi;</w:t>
            </w:r>
          </w:p>
        </w:tc>
        <w:tc>
          <w:tcPr>
            <w:tcW w:w="1871" w:type="dxa"/>
            <w:vAlign w:val="center"/>
          </w:tcPr>
          <w:p w14:paraId="0DFB6132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PS.W9.</w:t>
            </w:r>
          </w:p>
          <w:p w14:paraId="7FCC7ED2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.W2.</w:t>
            </w:r>
          </w:p>
        </w:tc>
      </w:tr>
      <w:tr w:rsidR="00576924" w:rsidRPr="00D47CE1" w14:paraId="52A6E65C" w14:textId="77777777" w:rsidTr="00680726">
        <w:trPr>
          <w:trHeight w:val="556"/>
          <w:jc w:val="center"/>
        </w:trPr>
        <w:tc>
          <w:tcPr>
            <w:tcW w:w="1694" w:type="dxa"/>
            <w:vAlign w:val="center"/>
          </w:tcPr>
          <w:p w14:paraId="66CBD82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63" w:type="dxa"/>
          </w:tcPr>
          <w:p w14:paraId="3530F058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zasady zapewniania bezpieczeństwa dzieciom w przedszkolu i uczniom w szkole lub placówce systemu oświaty i poza nimi</w:t>
            </w:r>
          </w:p>
        </w:tc>
        <w:tc>
          <w:tcPr>
            <w:tcW w:w="1871" w:type="dxa"/>
            <w:vAlign w:val="center"/>
          </w:tcPr>
          <w:p w14:paraId="31812A13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PS.W10.</w:t>
            </w:r>
          </w:p>
          <w:p w14:paraId="4337E70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.W3.</w:t>
            </w:r>
          </w:p>
        </w:tc>
      </w:tr>
      <w:tr w:rsidR="00576924" w:rsidRPr="00D47CE1" w14:paraId="46D94610" w14:textId="77777777" w:rsidTr="00680726">
        <w:trPr>
          <w:trHeight w:val="1050"/>
          <w:jc w:val="center"/>
        </w:trPr>
        <w:tc>
          <w:tcPr>
            <w:tcW w:w="1694" w:type="dxa"/>
            <w:vAlign w:val="center"/>
          </w:tcPr>
          <w:p w14:paraId="67E04A0F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63" w:type="dxa"/>
          </w:tcPr>
          <w:p w14:paraId="22861E35" w14:textId="77777777" w:rsidR="00576924" w:rsidRPr="00D47CE1" w:rsidRDefault="001921F8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Zaobserwuje i zanalizuje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funkcjonowanie dziecka i ucznia ze specjalnymi potrzebami edukacyjnymi i nauczyciela w przedszkolu, szkole lub placówce systemu oświaty;</w:t>
            </w:r>
          </w:p>
        </w:tc>
        <w:tc>
          <w:tcPr>
            <w:tcW w:w="1871" w:type="dxa"/>
            <w:vAlign w:val="center"/>
          </w:tcPr>
          <w:p w14:paraId="0E419B4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PS.U4.</w:t>
            </w:r>
          </w:p>
          <w:p w14:paraId="05EF3D07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PS.U7.</w:t>
            </w:r>
          </w:p>
          <w:p w14:paraId="4604F289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D.6.U1</w:t>
            </w:r>
            <w:r w:rsidR="007C5216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76924" w:rsidRPr="00D47CE1" w14:paraId="051372D6" w14:textId="77777777" w:rsidTr="000D362A">
        <w:trPr>
          <w:trHeight w:val="745"/>
          <w:jc w:val="center"/>
        </w:trPr>
        <w:tc>
          <w:tcPr>
            <w:tcW w:w="1694" w:type="dxa"/>
            <w:vAlign w:val="center"/>
          </w:tcPr>
          <w:p w14:paraId="1861BAEB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63" w:type="dxa"/>
          </w:tcPr>
          <w:p w14:paraId="784C7A72" w14:textId="77777777" w:rsidR="001921F8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Dokona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 xml:space="preserve"> analizy i interpretacji zaobserwowanych lub doświadczonych sytuacji i zdarzeń pedagogicznych.</w:t>
            </w:r>
          </w:p>
        </w:tc>
        <w:tc>
          <w:tcPr>
            <w:tcW w:w="1871" w:type="dxa"/>
            <w:vAlign w:val="center"/>
          </w:tcPr>
          <w:p w14:paraId="290266A5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PS.U8.</w:t>
            </w:r>
          </w:p>
          <w:p w14:paraId="5C288BE6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PS.U10</w:t>
            </w:r>
          </w:p>
          <w:p w14:paraId="1A8BED18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D.6.U2.</w:t>
            </w:r>
          </w:p>
        </w:tc>
      </w:tr>
      <w:tr w:rsidR="00576924" w:rsidRPr="00D47CE1" w14:paraId="58AB263D" w14:textId="77777777" w:rsidTr="00680726">
        <w:trPr>
          <w:trHeight w:val="653"/>
          <w:jc w:val="center"/>
        </w:trPr>
        <w:tc>
          <w:tcPr>
            <w:tcW w:w="1694" w:type="dxa"/>
            <w:vAlign w:val="center"/>
          </w:tcPr>
          <w:p w14:paraId="5629294C" w14:textId="77777777" w:rsidR="00576924" w:rsidRPr="00D47CE1" w:rsidRDefault="00465EB9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63" w:type="dxa"/>
          </w:tcPr>
          <w:p w14:paraId="0422333C" w14:textId="77777777" w:rsidR="00576924" w:rsidRPr="00D47CE1" w:rsidRDefault="007F0E46" w:rsidP="0068072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Rozumie potrzebę </w:t>
            </w:r>
            <w:r w:rsidR="00465EB9" w:rsidRPr="00D47CE1">
              <w:rPr>
                <w:rFonts w:ascii="Corbel" w:hAnsi="Corbel"/>
                <w:sz w:val="24"/>
                <w:szCs w:val="24"/>
              </w:rPr>
              <w:t>skutecznego współdziałania z opiekunem praktyk zawodowych oraz z nauczycielami w celu poszerzania swojej wiedzy</w:t>
            </w:r>
          </w:p>
        </w:tc>
        <w:tc>
          <w:tcPr>
            <w:tcW w:w="1871" w:type="dxa"/>
            <w:vAlign w:val="center"/>
          </w:tcPr>
          <w:p w14:paraId="2F144A7B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PS.K3.</w:t>
            </w:r>
          </w:p>
          <w:p w14:paraId="387A27AD" w14:textId="77777777" w:rsidR="00BB5C4F" w:rsidRPr="00D47CE1" w:rsidRDefault="00BB5C4F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PS.K7.</w:t>
            </w:r>
          </w:p>
          <w:p w14:paraId="4150ED44" w14:textId="77777777" w:rsidR="00576924" w:rsidRPr="00D47CE1" w:rsidRDefault="00106064" w:rsidP="006807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D.6.K1.</w:t>
            </w:r>
          </w:p>
        </w:tc>
      </w:tr>
    </w:tbl>
    <w:p w14:paraId="38E6D883" w14:textId="77777777" w:rsidR="002E6CB7" w:rsidRPr="00D47CE1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B0CF814" w14:textId="77777777" w:rsidR="000C4C8A" w:rsidRPr="00D47CE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t>3.3</w:t>
      </w:r>
      <w:r w:rsidR="001D7B54" w:rsidRPr="00D47CE1">
        <w:rPr>
          <w:rFonts w:ascii="Corbel" w:hAnsi="Corbel"/>
          <w:b/>
          <w:sz w:val="24"/>
          <w:szCs w:val="24"/>
        </w:rPr>
        <w:t xml:space="preserve"> </w:t>
      </w:r>
      <w:r w:rsidR="0085747A" w:rsidRPr="00D47CE1">
        <w:rPr>
          <w:rFonts w:ascii="Corbel" w:hAnsi="Corbel"/>
          <w:b/>
          <w:sz w:val="24"/>
          <w:szCs w:val="24"/>
        </w:rPr>
        <w:t>T</w:t>
      </w:r>
      <w:r w:rsidR="001D7B54" w:rsidRPr="00D47CE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47CE1">
        <w:rPr>
          <w:rFonts w:ascii="Corbel" w:hAnsi="Corbel"/>
          <w:sz w:val="24"/>
          <w:szCs w:val="24"/>
        </w:rPr>
        <w:t xml:space="preserve">  </w:t>
      </w:r>
    </w:p>
    <w:p w14:paraId="0B95CC9E" w14:textId="77777777" w:rsidR="00680726" w:rsidRPr="00D47CE1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 xml:space="preserve">Problematyka wykładu </w:t>
      </w:r>
    </w:p>
    <w:p w14:paraId="0CD78977" w14:textId="77777777" w:rsidR="003E4196" w:rsidRPr="00D47CE1" w:rsidRDefault="002F7DBD" w:rsidP="006807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nie dotyczy</w:t>
      </w:r>
    </w:p>
    <w:p w14:paraId="43C15952" w14:textId="77777777" w:rsidR="003C18DD" w:rsidRPr="00D47CE1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B8C7661" w14:textId="77777777" w:rsidR="002549B9" w:rsidRPr="00D47CE1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47CE1">
        <w:rPr>
          <w:rFonts w:ascii="Corbel" w:hAnsi="Corbel"/>
          <w:sz w:val="24"/>
          <w:szCs w:val="24"/>
        </w:rPr>
        <w:t>Prob</w:t>
      </w:r>
      <w:r w:rsidR="002549B9" w:rsidRPr="00D47CE1">
        <w:rPr>
          <w:rFonts w:ascii="Corbel" w:hAnsi="Corbel"/>
          <w:sz w:val="24"/>
          <w:szCs w:val="24"/>
        </w:rPr>
        <w:t xml:space="preserve">lematyka </w:t>
      </w:r>
      <w:r w:rsidR="003C18DD" w:rsidRPr="00D47CE1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47CE1" w14:paraId="350CB791" w14:textId="77777777" w:rsidTr="00923D7D">
        <w:tc>
          <w:tcPr>
            <w:tcW w:w="9639" w:type="dxa"/>
          </w:tcPr>
          <w:p w14:paraId="06A64E0B" w14:textId="77777777" w:rsidR="0085747A" w:rsidRPr="00D47CE1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  <w:r w:rsidR="00680726" w:rsidRPr="00D47CE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C1098" w:rsidRPr="00D47CE1" w14:paraId="28525412" w14:textId="77777777" w:rsidTr="00923D7D">
        <w:tc>
          <w:tcPr>
            <w:tcW w:w="9639" w:type="dxa"/>
          </w:tcPr>
          <w:p w14:paraId="43EAF8A9" w14:textId="46C9397C" w:rsidR="00FC1098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podstaw prawa oświatowego dotyczące organizacji i zadań przedszkola, szkoły</w:t>
            </w:r>
            <w:r w:rsidR="00E345DF">
              <w:rPr>
                <w:rFonts w:ascii="Corbel" w:hAnsi="Corbel"/>
                <w:sz w:val="24"/>
                <w:szCs w:val="24"/>
              </w:rPr>
              <w:t xml:space="preserve"> lub placówki oświatowej</w:t>
            </w:r>
          </w:p>
        </w:tc>
      </w:tr>
      <w:tr w:rsidR="00DD1705" w:rsidRPr="00D47CE1" w14:paraId="59C41B55" w14:textId="77777777" w:rsidTr="00923D7D">
        <w:tc>
          <w:tcPr>
            <w:tcW w:w="9639" w:type="dxa"/>
          </w:tcPr>
          <w:p w14:paraId="797006DC" w14:textId="77777777" w:rsidR="00DD1705" w:rsidRPr="00D47CE1" w:rsidRDefault="00EB2AD0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strukturą organizacyjn</w:t>
            </w:r>
            <w:r w:rsidR="00D059FD" w:rsidRPr="00D47CE1">
              <w:rPr>
                <w:rFonts w:ascii="Corbel" w:hAnsi="Corbel"/>
                <w:sz w:val="24"/>
                <w:szCs w:val="24"/>
              </w:rPr>
              <w:t>ą przedszkola i szkoły, w tym z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>regulującymi funkcjonowanie placówki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C1098" w:rsidRPr="00D47CE1" w14:paraId="2B436B9E" w14:textId="77777777" w:rsidTr="00923D7D">
        <w:tc>
          <w:tcPr>
            <w:tcW w:w="9639" w:type="dxa"/>
          </w:tcPr>
          <w:p w14:paraId="53597DFE" w14:textId="77777777" w:rsidR="00FC1098" w:rsidRPr="00D47CE1" w:rsidRDefault="00BC03CB" w:rsidP="00EF080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Zapoznanie ze specyfiką pracy nauczycieli, w tym zatrudnionych specjalistów</w:t>
            </w:r>
            <w:r w:rsidR="00C66DC2" w:rsidRPr="00D47CE1">
              <w:rPr>
                <w:rFonts w:ascii="Corbel" w:hAnsi="Corbel"/>
                <w:sz w:val="24"/>
                <w:szCs w:val="24"/>
              </w:rPr>
              <w:t>.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E03" w:rsidRPr="00D47CE1" w14:paraId="71A179E3" w14:textId="77777777" w:rsidTr="00923D7D">
        <w:tc>
          <w:tcPr>
            <w:tcW w:w="9639" w:type="dxa"/>
          </w:tcPr>
          <w:p w14:paraId="548446EB" w14:textId="331048C9" w:rsidR="00765E03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działań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edukacyjnych, </w:t>
            </w:r>
            <w:r w:rsidR="00BC03CB" w:rsidRPr="00D47CE1">
              <w:rPr>
                <w:rFonts w:ascii="Corbel" w:hAnsi="Corbel"/>
                <w:sz w:val="24"/>
                <w:szCs w:val="24"/>
              </w:rPr>
              <w:t xml:space="preserve">terapeutycznych, </w:t>
            </w:r>
            <w:r w:rsidRPr="00D47CE1">
              <w:rPr>
                <w:rFonts w:ascii="Corbel" w:hAnsi="Corbel"/>
                <w:sz w:val="24"/>
                <w:szCs w:val="24"/>
              </w:rPr>
              <w:t>opiekuńczo-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wychowawczych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  <w:r w:rsidR="00E345DF">
              <w:rPr>
                <w:rFonts w:ascii="Corbel" w:hAnsi="Corbel"/>
                <w:sz w:val="24"/>
                <w:szCs w:val="24"/>
              </w:rPr>
              <w:t xml:space="preserve"> lub placówce oświatowej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0218E" w:rsidRPr="00D47CE1" w14:paraId="2A4EEE1D" w14:textId="77777777" w:rsidTr="00923D7D">
        <w:tc>
          <w:tcPr>
            <w:tcW w:w="9639" w:type="dxa"/>
          </w:tcPr>
          <w:p w14:paraId="5ACDF578" w14:textId="77777777" w:rsidR="00C0218E" w:rsidRPr="00D47CE1" w:rsidRDefault="00C0218E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metodyki pracy w grupach zróżnicowanych.</w:t>
            </w:r>
          </w:p>
        </w:tc>
      </w:tr>
      <w:tr w:rsidR="00D336FE" w:rsidRPr="00D47CE1" w14:paraId="08C6927B" w14:textId="77777777" w:rsidTr="00923D7D">
        <w:tc>
          <w:tcPr>
            <w:tcW w:w="9639" w:type="dxa"/>
          </w:tcPr>
          <w:p w14:paraId="31118921" w14:textId="77777777" w:rsidR="00D336FE" w:rsidRPr="00D47CE1" w:rsidRDefault="00D059FD" w:rsidP="00EF08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Poznanie zasad bezpieczeństwa</w:t>
            </w:r>
            <w:r w:rsidR="007B33D9" w:rsidRPr="00D47CE1">
              <w:rPr>
                <w:rFonts w:ascii="Corbel" w:hAnsi="Corbel"/>
                <w:sz w:val="24"/>
                <w:szCs w:val="24"/>
              </w:rPr>
              <w:t xml:space="preserve"> placówki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EE1E0EB" w14:textId="77777777" w:rsidTr="00923D7D">
        <w:tc>
          <w:tcPr>
            <w:tcW w:w="9639" w:type="dxa"/>
          </w:tcPr>
          <w:p w14:paraId="44EE23D8" w14:textId="77777777" w:rsidR="00D336FE" w:rsidRPr="00D47CE1" w:rsidRDefault="007B33D9" w:rsidP="00EF080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Obserw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acja funkcjonowania dzieci i </w:t>
            </w:r>
            <w:r w:rsidRPr="00D47CE1">
              <w:rPr>
                <w:rFonts w:ascii="Corbel" w:hAnsi="Corbel"/>
                <w:sz w:val="24"/>
                <w:szCs w:val="24"/>
              </w:rPr>
              <w:t>uczniów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w grupie i klasie, w tym dzieci i uczniów ze specjalnymi potrzebami edukacyjnymi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1098" w:rsidRPr="00D47CE1" w14:paraId="25085A0C" w14:textId="77777777" w:rsidTr="00923D7D">
        <w:tc>
          <w:tcPr>
            <w:tcW w:w="9639" w:type="dxa"/>
          </w:tcPr>
          <w:p w14:paraId="3A7E9434" w14:textId="77777777" w:rsidR="00FC1098" w:rsidRPr="00D47CE1" w:rsidRDefault="00C0218E" w:rsidP="00EF08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Analiza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zaobserwowanych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zdarzeń, sytuacji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20F9D"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 xml:space="preserve"> oraz próba 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3721AF" w:rsidRPr="00D47CE1">
              <w:rPr>
                <w:rFonts w:ascii="Corbel" w:hAnsi="Corbel"/>
                <w:sz w:val="24"/>
                <w:szCs w:val="24"/>
              </w:rPr>
              <w:t>interpreta</w:t>
            </w:r>
            <w:r w:rsidR="00390A97" w:rsidRPr="00D47CE1">
              <w:rPr>
                <w:rFonts w:ascii="Corbel" w:hAnsi="Corbel"/>
                <w:sz w:val="24"/>
                <w:szCs w:val="24"/>
              </w:rPr>
              <w:t>cji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D47CE1" w14:paraId="7B5CC420" w14:textId="77777777" w:rsidTr="00923D7D">
        <w:tc>
          <w:tcPr>
            <w:tcW w:w="9639" w:type="dxa"/>
          </w:tcPr>
          <w:p w14:paraId="4C7338F4" w14:textId="77777777" w:rsidR="00D336FE" w:rsidRPr="00D47CE1" w:rsidRDefault="003721AF" w:rsidP="00EF080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2F7DBD" w:rsidRPr="00D47C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DCF783" w14:textId="77777777" w:rsidR="00423C2A" w:rsidRPr="00D47CE1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10280B" w14:textId="77777777" w:rsidR="00D059FD" w:rsidRPr="00D47CE1" w:rsidRDefault="00D059F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DD0477" w14:textId="77777777" w:rsidR="0085747A" w:rsidRPr="00D47CE1" w:rsidRDefault="009F4610" w:rsidP="0068072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3.4 Metody dydaktyczne</w:t>
      </w:r>
      <w:r w:rsidRPr="00D47CE1">
        <w:rPr>
          <w:rFonts w:ascii="Corbel" w:hAnsi="Corbel"/>
          <w:b w:val="0"/>
          <w:smallCaps w:val="0"/>
          <w:szCs w:val="24"/>
        </w:rPr>
        <w:t xml:space="preserve"> </w:t>
      </w:r>
    </w:p>
    <w:p w14:paraId="5001143C" w14:textId="77777777" w:rsidR="00811B74" w:rsidRPr="00D47CE1" w:rsidRDefault="00680726" w:rsidP="00811B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i/>
          <w:smallCaps w:val="0"/>
          <w:szCs w:val="24"/>
        </w:rPr>
        <w:tab/>
      </w:r>
      <w:r w:rsidR="003721AF" w:rsidRPr="00D47CE1">
        <w:rPr>
          <w:rFonts w:ascii="Corbel" w:hAnsi="Corbel"/>
          <w:b w:val="0"/>
          <w:smallCaps w:val="0"/>
          <w:szCs w:val="24"/>
        </w:rPr>
        <w:t xml:space="preserve">zajęcia praktyczne </w:t>
      </w:r>
    </w:p>
    <w:p w14:paraId="547214D1" w14:textId="77777777" w:rsidR="00E960BB" w:rsidRPr="00D47CE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9579A8" w14:textId="77777777" w:rsidR="0085747A" w:rsidRPr="00D47CE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 </w:t>
      </w:r>
      <w:r w:rsidR="0085747A" w:rsidRPr="00D47CE1">
        <w:rPr>
          <w:rFonts w:ascii="Corbel" w:hAnsi="Corbel"/>
          <w:smallCaps w:val="0"/>
          <w:szCs w:val="24"/>
        </w:rPr>
        <w:t>METODY I KRYTERIA OCENY</w:t>
      </w:r>
      <w:r w:rsidR="009F4610" w:rsidRPr="00D47CE1">
        <w:rPr>
          <w:rFonts w:ascii="Corbel" w:hAnsi="Corbel"/>
          <w:smallCaps w:val="0"/>
          <w:szCs w:val="24"/>
        </w:rPr>
        <w:t xml:space="preserve"> </w:t>
      </w:r>
    </w:p>
    <w:p w14:paraId="7C68F2CD" w14:textId="77777777" w:rsidR="00923D7D" w:rsidRPr="00D47CE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379B55" w14:textId="77777777" w:rsidR="0085747A" w:rsidRPr="00D47CE1" w:rsidRDefault="0085747A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47CE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5245"/>
        <w:gridCol w:w="2687"/>
      </w:tblGrid>
      <w:tr w:rsidR="0085747A" w:rsidRPr="00D47CE1" w14:paraId="0765D5B5" w14:textId="77777777" w:rsidTr="0082138F">
        <w:tc>
          <w:tcPr>
            <w:tcW w:w="1588" w:type="dxa"/>
            <w:vAlign w:val="center"/>
          </w:tcPr>
          <w:p w14:paraId="2D4EE545" w14:textId="77777777" w:rsidR="0085747A" w:rsidRPr="00D47CE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245" w:type="dxa"/>
            <w:vAlign w:val="center"/>
          </w:tcPr>
          <w:p w14:paraId="46BE564B" w14:textId="77777777" w:rsidR="0085747A" w:rsidRPr="00D47CE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F014700" w14:textId="77777777" w:rsidR="0085747A" w:rsidRPr="00D47CE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47CE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87" w:type="dxa"/>
            <w:vAlign w:val="center"/>
          </w:tcPr>
          <w:p w14:paraId="3F0D96FA" w14:textId="77777777" w:rsidR="0085747A" w:rsidRPr="00D47CE1" w:rsidRDefault="0085747A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80726" w:rsidRPr="00D47CE1" w14:paraId="11471A5C" w14:textId="77777777" w:rsidTr="00680726">
        <w:tc>
          <w:tcPr>
            <w:tcW w:w="1588" w:type="dxa"/>
            <w:vAlign w:val="center"/>
          </w:tcPr>
          <w:p w14:paraId="68C42EE8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47CE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47CE1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245" w:type="dxa"/>
          </w:tcPr>
          <w:p w14:paraId="4948764A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7BEEBFF5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09A05E9" w14:textId="77777777" w:rsidTr="00680726">
        <w:tc>
          <w:tcPr>
            <w:tcW w:w="1588" w:type="dxa"/>
            <w:vAlign w:val="center"/>
          </w:tcPr>
          <w:p w14:paraId="6FCAF4BD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245" w:type="dxa"/>
          </w:tcPr>
          <w:p w14:paraId="581BF52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439830EE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4D157046" w14:textId="77777777" w:rsidTr="00680726">
        <w:tc>
          <w:tcPr>
            <w:tcW w:w="1588" w:type="dxa"/>
            <w:vAlign w:val="center"/>
          </w:tcPr>
          <w:p w14:paraId="6FE18140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245" w:type="dxa"/>
          </w:tcPr>
          <w:p w14:paraId="39286AA3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5E8FC8C1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140A5358" w14:textId="77777777" w:rsidTr="00680726">
        <w:tc>
          <w:tcPr>
            <w:tcW w:w="1588" w:type="dxa"/>
            <w:vAlign w:val="center"/>
          </w:tcPr>
          <w:p w14:paraId="4A81174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245" w:type="dxa"/>
          </w:tcPr>
          <w:p w14:paraId="5567D810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0BD8B7A8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365E9E9C" w14:textId="77777777" w:rsidTr="00680726">
        <w:tc>
          <w:tcPr>
            <w:tcW w:w="1588" w:type="dxa"/>
            <w:vAlign w:val="center"/>
          </w:tcPr>
          <w:p w14:paraId="6B2C09FE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245" w:type="dxa"/>
          </w:tcPr>
          <w:p w14:paraId="138849DD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zajęć, konspekty i inna dokumentacja określona w szczegółowym programie praktyk</w:t>
            </w:r>
          </w:p>
        </w:tc>
        <w:tc>
          <w:tcPr>
            <w:tcW w:w="2687" w:type="dxa"/>
            <w:vAlign w:val="center"/>
          </w:tcPr>
          <w:p w14:paraId="6E866F09" w14:textId="77777777" w:rsidR="00680726" w:rsidRPr="00D47CE1" w:rsidRDefault="00680726" w:rsidP="007F14C3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80726" w:rsidRPr="00D47CE1" w14:paraId="7B00C99F" w14:textId="77777777" w:rsidTr="00680726">
        <w:tc>
          <w:tcPr>
            <w:tcW w:w="1588" w:type="dxa"/>
            <w:vAlign w:val="center"/>
          </w:tcPr>
          <w:p w14:paraId="66F7A7B4" w14:textId="77777777" w:rsidR="00680726" w:rsidRPr="00D47CE1" w:rsidRDefault="00680726" w:rsidP="006807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47CE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245" w:type="dxa"/>
          </w:tcPr>
          <w:p w14:paraId="45E986D9" w14:textId="77777777" w:rsidR="00680726" w:rsidRPr="00D47CE1" w:rsidRDefault="00680726" w:rsidP="0082138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687" w:type="dxa"/>
          </w:tcPr>
          <w:p w14:paraId="2AE7003C" w14:textId="77777777" w:rsidR="00680726" w:rsidRPr="00D47CE1" w:rsidRDefault="00680726" w:rsidP="0082138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14:paraId="6843D212" w14:textId="77777777" w:rsidR="002549B9" w:rsidRPr="00D47CE1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DED961" w14:textId="77777777" w:rsidR="00266FBB" w:rsidRPr="00D47CE1" w:rsidRDefault="003E1941" w:rsidP="0068072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4.2 </w:t>
      </w:r>
      <w:r w:rsidR="0085747A" w:rsidRPr="00D47CE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47CE1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47CE1" w14:paraId="6FE2BB9A" w14:textId="77777777" w:rsidTr="00923D7D">
        <w:tc>
          <w:tcPr>
            <w:tcW w:w="9670" w:type="dxa"/>
          </w:tcPr>
          <w:p w14:paraId="5C4613BC" w14:textId="77777777" w:rsidR="00285FFA" w:rsidRPr="00D47CE1" w:rsidRDefault="00EF080B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>ozytywna opinia i ocena dokonana przez opiekuna praktykanta w placówce</w:t>
            </w:r>
            <w:r w:rsidR="00DB5AD9" w:rsidRPr="00D47CE1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77007AA" w14:textId="77777777" w:rsidR="003B7BCF" w:rsidRPr="00D47CE1" w:rsidRDefault="00EF080B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- z</w:t>
            </w:r>
            <w:r w:rsidR="00285FFA" w:rsidRPr="00D47CE1">
              <w:rPr>
                <w:rFonts w:ascii="Corbel" w:hAnsi="Corbel"/>
                <w:b w:val="0"/>
                <w:smallCaps w:val="0"/>
                <w:szCs w:val="24"/>
              </w:rPr>
              <w:t xml:space="preserve">aliczenie dokonane przez opiekuna praktyk z ramienia uczelni </w:t>
            </w:r>
          </w:p>
        </w:tc>
      </w:tr>
    </w:tbl>
    <w:p w14:paraId="684401A6" w14:textId="77777777" w:rsidR="009949CD" w:rsidRPr="00D47CE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01D24" w14:textId="77777777" w:rsidR="0085747A" w:rsidRPr="00D47CE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47CE1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47CE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47CE1" w14:paraId="239AA78C" w14:textId="77777777" w:rsidTr="003E1941">
        <w:tc>
          <w:tcPr>
            <w:tcW w:w="4962" w:type="dxa"/>
            <w:vAlign w:val="center"/>
          </w:tcPr>
          <w:p w14:paraId="636AADC4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99212E" w14:textId="77777777" w:rsidR="0085747A" w:rsidRPr="00D47C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47CE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47C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47CE1" w14:paraId="2B58675E" w14:textId="77777777" w:rsidTr="00923D7D">
        <w:tc>
          <w:tcPr>
            <w:tcW w:w="4962" w:type="dxa"/>
          </w:tcPr>
          <w:p w14:paraId="7F1A646C" w14:textId="6D9C0740" w:rsidR="0085747A" w:rsidRPr="00D47CE1" w:rsidRDefault="00C61DC5" w:rsidP="00122F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G</w:t>
            </w:r>
            <w:r w:rsidR="0085747A" w:rsidRPr="00D47CE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47CE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47CE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47CE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28B76C6" w14:textId="77777777" w:rsidR="0085747A" w:rsidRPr="00D47CE1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D47CE1" w14:paraId="52872041" w14:textId="77777777" w:rsidTr="00923D7D">
        <w:tc>
          <w:tcPr>
            <w:tcW w:w="4962" w:type="dxa"/>
          </w:tcPr>
          <w:p w14:paraId="79824807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122E4E" w14:textId="77777777" w:rsidR="0085747A" w:rsidRPr="00D47CE1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120</w:t>
            </w:r>
          </w:p>
        </w:tc>
      </w:tr>
      <w:tr w:rsidR="0085747A" w:rsidRPr="00D47CE1" w14:paraId="210E2E1A" w14:textId="77777777" w:rsidTr="00923D7D">
        <w:tc>
          <w:tcPr>
            <w:tcW w:w="4962" w:type="dxa"/>
          </w:tcPr>
          <w:p w14:paraId="24ED471D" w14:textId="77777777" w:rsidR="0085747A" w:rsidRPr="00D47CE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CDF3C9" w14:textId="77777777" w:rsidR="0085747A" w:rsidRPr="00D47CE1" w:rsidRDefault="004159D4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7CE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80B6B3F" w14:textId="77777777" w:rsidR="00266FBB" w:rsidRPr="00D47CE1" w:rsidRDefault="00923D7D" w:rsidP="0068072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47CE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47CE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1E148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D47CE1" w:rsidRPr="00D47CE1" w14:paraId="2B4EB2DB" w14:textId="77777777" w:rsidTr="00A83E4D">
        <w:trPr>
          <w:trHeight w:val="397"/>
        </w:trPr>
        <w:tc>
          <w:tcPr>
            <w:tcW w:w="3969" w:type="dxa"/>
          </w:tcPr>
          <w:p w14:paraId="02061AD8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F4092DB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120 godzin</w:t>
            </w:r>
          </w:p>
        </w:tc>
      </w:tr>
      <w:tr w:rsidR="00D47CE1" w:rsidRPr="00D47CE1" w14:paraId="45CECC22" w14:textId="77777777" w:rsidTr="00A83E4D">
        <w:trPr>
          <w:trHeight w:val="397"/>
        </w:trPr>
        <w:tc>
          <w:tcPr>
            <w:tcW w:w="3969" w:type="dxa"/>
          </w:tcPr>
          <w:p w14:paraId="05303721" w14:textId="77777777" w:rsidR="00D47CE1" w:rsidRPr="00D47CE1" w:rsidRDefault="00D47CE1" w:rsidP="00A83E4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25BFAFFA" w14:textId="77777777" w:rsidR="00D47CE1" w:rsidRPr="00D47CE1" w:rsidRDefault="00D47CE1" w:rsidP="00A83E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7CE1">
              <w:rPr>
                <w:rFonts w:ascii="Corbel" w:hAnsi="Corbel"/>
                <w:b w:val="0"/>
                <w:smallCaps w:val="0"/>
                <w:szCs w:val="24"/>
              </w:rPr>
              <w:t>zasady i formy odbywania praktyk reguluje szczegółowy program praktyk</w:t>
            </w:r>
          </w:p>
        </w:tc>
      </w:tr>
    </w:tbl>
    <w:p w14:paraId="297A04AD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122FE6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47CE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47CE1" w:rsidRPr="00D47CE1" w14:paraId="3E705C24" w14:textId="77777777" w:rsidTr="00A83E4D">
        <w:trPr>
          <w:trHeight w:val="416"/>
        </w:trPr>
        <w:tc>
          <w:tcPr>
            <w:tcW w:w="9747" w:type="dxa"/>
          </w:tcPr>
          <w:p w14:paraId="59C4563B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C2D00CE" w14:textId="77777777" w:rsidR="00D47CE1" w:rsidRPr="00D47CE1" w:rsidRDefault="00D47CE1" w:rsidP="009F1A0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Al-</w:t>
            </w:r>
            <w:proofErr w:type="spellStart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Khamisy</w:t>
            </w:r>
            <w:proofErr w:type="spellEnd"/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D.,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Kształcenie uczniów ze specjalnymi potrzebami edukacyjnymi w powszechnym systemie oświatowym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W: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edukacyjnymi: podręcznik akademicki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(red.) J. </w:t>
            </w:r>
            <w:proofErr w:type="spellStart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APS, Warszawa 2012.</w:t>
            </w:r>
          </w:p>
          <w:p w14:paraId="4584C3D7" w14:textId="77777777" w:rsidR="00D47CE1" w:rsidRPr="00D47CE1" w:rsidRDefault="00D47CE1" w:rsidP="009F1A0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14:paraId="1159E341" w14:textId="77777777" w:rsidR="00D47CE1" w:rsidRDefault="00D47CE1" w:rsidP="009F1A0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Doradca Dyrektora Przedszkola. 2014, nr 2</w:t>
            </w:r>
          </w:p>
          <w:p w14:paraId="5431F273" w14:textId="77777777" w:rsidR="009F1A05" w:rsidRDefault="009F1A05" w:rsidP="009F1A0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shd w:val="clear" w:color="auto" w:fill="FFFFFF"/>
              </w:rPr>
              <w:t>Leśniak J. Uwarunkowania zachowania o charakterze niedostosowania społecznego młodzieży z niepełnosprawnością intelektualną, Wydawnictwo: Oficyna Wydawnicza AFM, Kraków 2019</w:t>
            </w:r>
          </w:p>
          <w:p w14:paraId="406FE76A" w14:textId="77777777" w:rsidR="00D47CE1" w:rsidRPr="00D47CE1" w:rsidRDefault="00D47CE1" w:rsidP="009F1A0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</w:t>
            </w:r>
            <w:proofErr w:type="spellStart"/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psychostymulacji</w:t>
            </w:r>
            <w:proofErr w:type="spellEnd"/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dzieci w wieku przedszkolnym z deficytami i zaburzeniami rozwoju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„Impuls”, Kraków 2014</w:t>
            </w:r>
          </w:p>
          <w:p w14:paraId="200DAD32" w14:textId="77777777" w:rsidR="00D47CE1" w:rsidRPr="00D47CE1" w:rsidRDefault="00D47CE1" w:rsidP="009F1A0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Style w:val="Pogrubienie"/>
                <w:rFonts w:ascii="Corbel" w:hAnsi="Corbel"/>
                <w:b w:val="0"/>
                <w:sz w:val="24"/>
                <w:szCs w:val="24"/>
                <w:shd w:val="clear" w:color="auto" w:fill="FFFFFF"/>
              </w:rPr>
              <w:t xml:space="preserve">Gajdzica Z.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Uczeń z niepełnosprawnością w szkole ogólnodostępnej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Oficyna Wydawnicza "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Humanitas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". Wyższa Szkoła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Humanitas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Sosnowiec 2011</w:t>
            </w:r>
          </w:p>
          <w:p w14:paraId="47BA08EB" w14:textId="77777777" w:rsidR="00D47CE1" w:rsidRPr="00D47CE1" w:rsidRDefault="00D47CE1" w:rsidP="009F1A0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Gumienny B.,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Kompetencje nauczycieli w zakresie diagnozowania potrzeb edukacyjnych uczniów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[w:] Kreatywność w edukacji szkolnej. Red. I. Adamek i U. Szuścik, Kraków 2015</w:t>
            </w:r>
          </w:p>
          <w:p w14:paraId="46F4EA39" w14:textId="77777777" w:rsidR="00D47CE1" w:rsidRPr="00D47CE1" w:rsidRDefault="00D47CE1" w:rsidP="009F1A0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D47CE1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Charakterystyka, specyfika edukacji i wsparcie</w:t>
            </w:r>
            <w:r w:rsidRPr="00D47CE1">
              <w:rPr>
                <w:rFonts w:ascii="Corbel" w:hAnsi="Corbel"/>
                <w:sz w:val="24"/>
                <w:szCs w:val="24"/>
              </w:rPr>
              <w:t>, „Impuls”, Kraków 2017.</w:t>
            </w:r>
          </w:p>
          <w:p w14:paraId="3CCA7828" w14:textId="77777777" w:rsidR="00D47CE1" w:rsidRPr="00D47CE1" w:rsidRDefault="00D47CE1" w:rsidP="009F1A0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Thompson J., </w:t>
            </w:r>
            <w:r w:rsidRPr="00D47CE1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Specjalne potrzeby edukacyjne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2013</w:t>
            </w:r>
          </w:p>
        </w:tc>
      </w:tr>
      <w:tr w:rsidR="00D47CE1" w:rsidRPr="00D47CE1" w14:paraId="68E597D6" w14:textId="77777777" w:rsidTr="00A83E4D">
        <w:trPr>
          <w:trHeight w:val="397"/>
        </w:trPr>
        <w:tc>
          <w:tcPr>
            <w:tcW w:w="9747" w:type="dxa"/>
          </w:tcPr>
          <w:p w14:paraId="778BA119" w14:textId="77777777" w:rsidR="00D47CE1" w:rsidRPr="00D47CE1" w:rsidRDefault="00D47CE1" w:rsidP="00A83E4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D47CE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2B03BFC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Buchnat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Tylewska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-Nowak (red.) </w:t>
            </w:r>
            <w:r w:rsidRPr="00D47CE1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Wydawnictwo </w:t>
            </w:r>
            <w:proofErr w:type="spellStart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D47CE1">
              <w:rPr>
                <w:rFonts w:ascii="Corbel" w:hAnsi="Corbel"/>
                <w:sz w:val="24"/>
                <w:szCs w:val="24"/>
                <w:shd w:val="clear" w:color="auto" w:fill="FFFFFF"/>
              </w:rPr>
              <w:t>, Warszawa 2012</w:t>
            </w:r>
          </w:p>
          <w:p w14:paraId="7DFA0EC8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>Gumienny B.,</w:t>
            </w:r>
            <w:r w:rsidRPr="00D47C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Sytuacja społeczna uczniów ze specjalnymi potrzebami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 xml:space="preserve"> edukacyjnymi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w klasie szkolnej - doniesienia z badań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 xml:space="preserve"> [w:] </w:t>
            </w:r>
            <w:r w:rsidRPr="00D47CE1">
              <w:rPr>
                <w:rFonts w:ascii="Corbel" w:hAnsi="Corbel"/>
                <w:bCs/>
                <w:i/>
                <w:sz w:val="24"/>
                <w:szCs w:val="24"/>
              </w:rPr>
              <w:t>Osoba z niepełnosprawnością na ścieżkach życia. Kultura. Społeczeństwo. Terapia. W przestrzeni niepełnosprawności</w:t>
            </w:r>
            <w:r w:rsidRPr="00D47CE1">
              <w:rPr>
                <w:rFonts w:ascii="Corbel" w:hAnsi="Corbel"/>
                <w:bCs/>
                <w:sz w:val="24"/>
                <w:szCs w:val="24"/>
              </w:rPr>
              <w:t>. Tom 2, red. J. Godawa, Impuls, Kraków 2017</w:t>
            </w:r>
          </w:p>
          <w:p w14:paraId="7D15FF7F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hAnsi="Corbel"/>
                <w:sz w:val="24"/>
                <w:szCs w:val="24"/>
              </w:rPr>
              <w:t xml:space="preserve">Kohut D. (red.), </w:t>
            </w:r>
            <w:r w:rsidRPr="00D47CE1">
              <w:rPr>
                <w:rFonts w:ascii="Corbel" w:hAnsi="Corbel"/>
                <w:i/>
                <w:sz w:val="24"/>
                <w:szCs w:val="24"/>
              </w:rPr>
              <w:t>Dziecko o specjalnych potrzebach w kręgu interdyscyplinarnej terapii</w:t>
            </w:r>
            <w:r w:rsidRPr="00D47CE1">
              <w:rPr>
                <w:rFonts w:ascii="Corbel" w:hAnsi="Corbel"/>
                <w:sz w:val="24"/>
                <w:szCs w:val="24"/>
              </w:rPr>
              <w:t>, Kraków 2013</w:t>
            </w:r>
          </w:p>
          <w:p w14:paraId="4FF79A41" w14:textId="77777777" w:rsidR="00D47CE1" w:rsidRPr="00D47CE1" w:rsidRDefault="00D47CE1" w:rsidP="00A83E4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47CE1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Szumski G., </w:t>
            </w:r>
            <w:r w:rsidRPr="00D47CE1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Edukacja inkluzyjna - geneza, istota, perspektywy</w:t>
            </w:r>
            <w:r w:rsidRPr="00D47C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„Kwartalnik Pedagogiczny”. 2006, nr 1 </w:t>
            </w:r>
          </w:p>
        </w:tc>
      </w:tr>
    </w:tbl>
    <w:p w14:paraId="4AFEDFFB" w14:textId="77777777" w:rsidR="00D47CE1" w:rsidRPr="00D47CE1" w:rsidRDefault="00D47CE1" w:rsidP="00D47C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387F6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47CE1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69E3B1CB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28B93F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936F" w14:textId="77777777" w:rsidR="00D47CE1" w:rsidRPr="00D47CE1" w:rsidRDefault="00D47CE1" w:rsidP="00D47CE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2BFD23C" w14:textId="77777777" w:rsidR="00D47CE1" w:rsidRPr="00D47CE1" w:rsidRDefault="00D47CE1" w:rsidP="00D47C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F0F128" w14:textId="77777777" w:rsidR="00D47CE1" w:rsidRPr="00D47CE1" w:rsidRDefault="00D47CE1" w:rsidP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47CE1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14:paraId="2D606F90" w14:textId="77777777" w:rsidR="000D362A" w:rsidRPr="00D47CE1" w:rsidRDefault="000D362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D362A" w:rsidRPr="00D47CE1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67A4AD98" w14:textId="77777777" w:rsidR="00D47CE1" w:rsidRPr="00D47CE1" w:rsidRDefault="00D47CE1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</w:p>
    <w:sectPr w:rsidR="00D47CE1" w:rsidRPr="00D47C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8F7C2" w14:textId="77777777" w:rsidR="00DC2E50" w:rsidRDefault="00DC2E50" w:rsidP="00C16ABF">
      <w:pPr>
        <w:spacing w:after="0" w:line="240" w:lineRule="auto"/>
      </w:pPr>
      <w:r>
        <w:separator/>
      </w:r>
    </w:p>
  </w:endnote>
  <w:endnote w:type="continuationSeparator" w:id="0">
    <w:p w14:paraId="341E5DB7" w14:textId="77777777" w:rsidR="00DC2E50" w:rsidRDefault="00DC2E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EE0F5" w14:textId="77777777" w:rsidR="00DC2E50" w:rsidRDefault="00DC2E50" w:rsidP="00C16ABF">
      <w:pPr>
        <w:spacing w:after="0" w:line="240" w:lineRule="auto"/>
      </w:pPr>
      <w:r>
        <w:separator/>
      </w:r>
    </w:p>
  </w:footnote>
  <w:footnote w:type="continuationSeparator" w:id="0">
    <w:p w14:paraId="646BF8A4" w14:textId="77777777" w:rsidR="00DC2E50" w:rsidRDefault="00DC2E50" w:rsidP="00C16ABF">
      <w:pPr>
        <w:spacing w:after="0" w:line="240" w:lineRule="auto"/>
      </w:pPr>
      <w:r>
        <w:continuationSeparator/>
      </w:r>
    </w:p>
  </w:footnote>
  <w:footnote w:id="1">
    <w:p w14:paraId="5B6289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E0DC5"/>
    <w:multiLevelType w:val="hybridMultilevel"/>
    <w:tmpl w:val="E794D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5AC45E26"/>
    <w:multiLevelType w:val="hybridMultilevel"/>
    <w:tmpl w:val="2864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8875361">
    <w:abstractNumId w:val="3"/>
  </w:num>
  <w:num w:numId="2" w16cid:durableId="1177309540">
    <w:abstractNumId w:val="8"/>
  </w:num>
  <w:num w:numId="3" w16cid:durableId="737871375">
    <w:abstractNumId w:val="9"/>
  </w:num>
  <w:num w:numId="4" w16cid:durableId="1390306094">
    <w:abstractNumId w:val="11"/>
  </w:num>
  <w:num w:numId="5" w16cid:durableId="1213733828">
    <w:abstractNumId w:val="2"/>
  </w:num>
  <w:num w:numId="6" w16cid:durableId="1903715806">
    <w:abstractNumId w:val="14"/>
  </w:num>
  <w:num w:numId="7" w16cid:durableId="3141844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5676110">
    <w:abstractNumId w:val="12"/>
  </w:num>
  <w:num w:numId="9" w16cid:durableId="1168982711">
    <w:abstractNumId w:val="6"/>
  </w:num>
  <w:num w:numId="10" w16cid:durableId="895433197">
    <w:abstractNumId w:val="1"/>
  </w:num>
  <w:num w:numId="11" w16cid:durableId="1205556336">
    <w:abstractNumId w:val="0"/>
  </w:num>
  <w:num w:numId="12" w16cid:durableId="1275939685">
    <w:abstractNumId w:val="16"/>
  </w:num>
  <w:num w:numId="13" w16cid:durableId="1079206005">
    <w:abstractNumId w:val="7"/>
  </w:num>
  <w:num w:numId="14" w16cid:durableId="486822401">
    <w:abstractNumId w:val="15"/>
  </w:num>
  <w:num w:numId="15" w16cid:durableId="942611497">
    <w:abstractNumId w:val="4"/>
  </w:num>
  <w:num w:numId="16" w16cid:durableId="571741962">
    <w:abstractNumId w:val="10"/>
  </w:num>
  <w:num w:numId="17" w16cid:durableId="172113150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07A"/>
    <w:rsid w:val="000048FD"/>
    <w:rsid w:val="000077B4"/>
    <w:rsid w:val="00015B8F"/>
    <w:rsid w:val="00021A75"/>
    <w:rsid w:val="00022ECE"/>
    <w:rsid w:val="0002440A"/>
    <w:rsid w:val="00033B2D"/>
    <w:rsid w:val="00042A51"/>
    <w:rsid w:val="00042D2E"/>
    <w:rsid w:val="00044C82"/>
    <w:rsid w:val="00046065"/>
    <w:rsid w:val="000504A0"/>
    <w:rsid w:val="00053A27"/>
    <w:rsid w:val="0005715D"/>
    <w:rsid w:val="00070ED6"/>
    <w:rsid w:val="00072E77"/>
    <w:rsid w:val="000742DC"/>
    <w:rsid w:val="000779FD"/>
    <w:rsid w:val="000842AA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B7AB7"/>
    <w:rsid w:val="000C4C8A"/>
    <w:rsid w:val="000D02C3"/>
    <w:rsid w:val="000D04B0"/>
    <w:rsid w:val="000D16FA"/>
    <w:rsid w:val="000D1CEE"/>
    <w:rsid w:val="000D362A"/>
    <w:rsid w:val="000D4694"/>
    <w:rsid w:val="000D52B4"/>
    <w:rsid w:val="000E2D6A"/>
    <w:rsid w:val="000E44AB"/>
    <w:rsid w:val="000F1C57"/>
    <w:rsid w:val="000F5615"/>
    <w:rsid w:val="001001B4"/>
    <w:rsid w:val="00106064"/>
    <w:rsid w:val="00106941"/>
    <w:rsid w:val="001155B5"/>
    <w:rsid w:val="00115C98"/>
    <w:rsid w:val="00115F92"/>
    <w:rsid w:val="00122FD3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4E29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921F8"/>
    <w:rsid w:val="00192F37"/>
    <w:rsid w:val="001A70D2"/>
    <w:rsid w:val="001B3624"/>
    <w:rsid w:val="001D237A"/>
    <w:rsid w:val="001D657B"/>
    <w:rsid w:val="001D7B54"/>
    <w:rsid w:val="001E0209"/>
    <w:rsid w:val="001E20B0"/>
    <w:rsid w:val="001E47DD"/>
    <w:rsid w:val="001F278D"/>
    <w:rsid w:val="001F2CA2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49B9"/>
    <w:rsid w:val="00255A4D"/>
    <w:rsid w:val="002572E0"/>
    <w:rsid w:val="00260C10"/>
    <w:rsid w:val="00266FBB"/>
    <w:rsid w:val="002737E8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0322"/>
    <w:rsid w:val="002B4D55"/>
    <w:rsid w:val="002B5EA0"/>
    <w:rsid w:val="002B6119"/>
    <w:rsid w:val="002C1F06"/>
    <w:rsid w:val="002D0DF0"/>
    <w:rsid w:val="002D3375"/>
    <w:rsid w:val="002D4AE3"/>
    <w:rsid w:val="002D73D4"/>
    <w:rsid w:val="002E154F"/>
    <w:rsid w:val="002E3D65"/>
    <w:rsid w:val="002E5844"/>
    <w:rsid w:val="002E6CB7"/>
    <w:rsid w:val="002F02A3"/>
    <w:rsid w:val="002F4ABE"/>
    <w:rsid w:val="002F7DBD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4381"/>
    <w:rsid w:val="00326BFA"/>
    <w:rsid w:val="00332253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1F4E"/>
    <w:rsid w:val="00386039"/>
    <w:rsid w:val="00390A97"/>
    <w:rsid w:val="00393146"/>
    <w:rsid w:val="003A0A5B"/>
    <w:rsid w:val="003A1176"/>
    <w:rsid w:val="003A7E71"/>
    <w:rsid w:val="003B0341"/>
    <w:rsid w:val="003B5510"/>
    <w:rsid w:val="003B7BCF"/>
    <w:rsid w:val="003C0BAE"/>
    <w:rsid w:val="003C18DD"/>
    <w:rsid w:val="003D18A9"/>
    <w:rsid w:val="003D3893"/>
    <w:rsid w:val="003D4470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1922"/>
    <w:rsid w:val="00451962"/>
    <w:rsid w:val="00452FC0"/>
    <w:rsid w:val="0045319B"/>
    <w:rsid w:val="00456A86"/>
    <w:rsid w:val="00460F0E"/>
    <w:rsid w:val="00461EFC"/>
    <w:rsid w:val="004632B2"/>
    <w:rsid w:val="004652C2"/>
    <w:rsid w:val="0046552C"/>
    <w:rsid w:val="00465EB9"/>
    <w:rsid w:val="004706D1"/>
    <w:rsid w:val="00471326"/>
    <w:rsid w:val="0047598D"/>
    <w:rsid w:val="004840FD"/>
    <w:rsid w:val="00484AFA"/>
    <w:rsid w:val="00490F7D"/>
    <w:rsid w:val="00491678"/>
    <w:rsid w:val="00491D79"/>
    <w:rsid w:val="004968E2"/>
    <w:rsid w:val="004A0541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C63"/>
    <w:rsid w:val="00531055"/>
    <w:rsid w:val="0053521E"/>
    <w:rsid w:val="005363C4"/>
    <w:rsid w:val="00536BDE"/>
    <w:rsid w:val="00543ACC"/>
    <w:rsid w:val="00547969"/>
    <w:rsid w:val="00552880"/>
    <w:rsid w:val="005552ED"/>
    <w:rsid w:val="00562046"/>
    <w:rsid w:val="00565E0D"/>
    <w:rsid w:val="0056696D"/>
    <w:rsid w:val="00566AA7"/>
    <w:rsid w:val="00570D05"/>
    <w:rsid w:val="00576924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80726"/>
    <w:rsid w:val="00690E6D"/>
    <w:rsid w:val="00696477"/>
    <w:rsid w:val="00697B8E"/>
    <w:rsid w:val="006A6A41"/>
    <w:rsid w:val="006A70B5"/>
    <w:rsid w:val="006B2CB7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393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33CB"/>
    <w:rsid w:val="007865B3"/>
    <w:rsid w:val="00787C2A"/>
    <w:rsid w:val="00790E27"/>
    <w:rsid w:val="007A265C"/>
    <w:rsid w:val="007A3790"/>
    <w:rsid w:val="007A4022"/>
    <w:rsid w:val="007A6E6E"/>
    <w:rsid w:val="007B08DF"/>
    <w:rsid w:val="007B1F14"/>
    <w:rsid w:val="007B33D9"/>
    <w:rsid w:val="007B7FDF"/>
    <w:rsid w:val="007C3299"/>
    <w:rsid w:val="007C3BCC"/>
    <w:rsid w:val="007C4546"/>
    <w:rsid w:val="007C5216"/>
    <w:rsid w:val="007C613F"/>
    <w:rsid w:val="007D282F"/>
    <w:rsid w:val="007D6E56"/>
    <w:rsid w:val="007E17DF"/>
    <w:rsid w:val="007E20C3"/>
    <w:rsid w:val="007E3FED"/>
    <w:rsid w:val="007F0E46"/>
    <w:rsid w:val="007F4155"/>
    <w:rsid w:val="007F4526"/>
    <w:rsid w:val="008023D4"/>
    <w:rsid w:val="00811B74"/>
    <w:rsid w:val="0081554D"/>
    <w:rsid w:val="0081707E"/>
    <w:rsid w:val="008205A4"/>
    <w:rsid w:val="00820F9D"/>
    <w:rsid w:val="0082138F"/>
    <w:rsid w:val="008260AB"/>
    <w:rsid w:val="00827496"/>
    <w:rsid w:val="008314E7"/>
    <w:rsid w:val="00840904"/>
    <w:rsid w:val="008449B3"/>
    <w:rsid w:val="00845641"/>
    <w:rsid w:val="00850728"/>
    <w:rsid w:val="008552A2"/>
    <w:rsid w:val="0085747A"/>
    <w:rsid w:val="00864E86"/>
    <w:rsid w:val="008670A9"/>
    <w:rsid w:val="00884922"/>
    <w:rsid w:val="00885F64"/>
    <w:rsid w:val="00890133"/>
    <w:rsid w:val="008917F9"/>
    <w:rsid w:val="00893142"/>
    <w:rsid w:val="008A3C85"/>
    <w:rsid w:val="008A45F7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6E29"/>
    <w:rsid w:val="008F732D"/>
    <w:rsid w:val="009008A5"/>
    <w:rsid w:val="00916188"/>
    <w:rsid w:val="009217B5"/>
    <w:rsid w:val="00923D7D"/>
    <w:rsid w:val="00931E4A"/>
    <w:rsid w:val="009325A3"/>
    <w:rsid w:val="00944454"/>
    <w:rsid w:val="00944F4F"/>
    <w:rsid w:val="00947F50"/>
    <w:rsid w:val="009508DF"/>
    <w:rsid w:val="00950DAC"/>
    <w:rsid w:val="00954479"/>
    <w:rsid w:val="00954A07"/>
    <w:rsid w:val="00956985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122E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F1A05"/>
    <w:rsid w:val="009F3C5C"/>
    <w:rsid w:val="009F4610"/>
    <w:rsid w:val="009F5FA7"/>
    <w:rsid w:val="00A00ECC"/>
    <w:rsid w:val="00A0311C"/>
    <w:rsid w:val="00A05A17"/>
    <w:rsid w:val="00A14CC0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B053C"/>
    <w:rsid w:val="00AB13E8"/>
    <w:rsid w:val="00AB38BA"/>
    <w:rsid w:val="00AC3EC7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6142"/>
    <w:rsid w:val="00B135B1"/>
    <w:rsid w:val="00B20123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A1B5D"/>
    <w:rsid w:val="00BB0608"/>
    <w:rsid w:val="00BB520A"/>
    <w:rsid w:val="00BB52A9"/>
    <w:rsid w:val="00BB5C4F"/>
    <w:rsid w:val="00BC03CB"/>
    <w:rsid w:val="00BC7687"/>
    <w:rsid w:val="00BD0BBA"/>
    <w:rsid w:val="00BD0D27"/>
    <w:rsid w:val="00BD3869"/>
    <w:rsid w:val="00BD66E9"/>
    <w:rsid w:val="00BD6FF4"/>
    <w:rsid w:val="00BE3324"/>
    <w:rsid w:val="00BF2841"/>
    <w:rsid w:val="00BF28FA"/>
    <w:rsid w:val="00BF2C41"/>
    <w:rsid w:val="00C0218E"/>
    <w:rsid w:val="00C058B4"/>
    <w:rsid w:val="00C05B35"/>
    <w:rsid w:val="00C05F44"/>
    <w:rsid w:val="00C07459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195C"/>
    <w:rsid w:val="00C56036"/>
    <w:rsid w:val="00C56D77"/>
    <w:rsid w:val="00C61DC5"/>
    <w:rsid w:val="00C64F2A"/>
    <w:rsid w:val="00C65A2E"/>
    <w:rsid w:val="00C66DC2"/>
    <w:rsid w:val="00C66E66"/>
    <w:rsid w:val="00C67E92"/>
    <w:rsid w:val="00C70A26"/>
    <w:rsid w:val="00C766DF"/>
    <w:rsid w:val="00C8273E"/>
    <w:rsid w:val="00C87131"/>
    <w:rsid w:val="00C94B98"/>
    <w:rsid w:val="00C9725A"/>
    <w:rsid w:val="00CA0D36"/>
    <w:rsid w:val="00CA0F52"/>
    <w:rsid w:val="00CA2B96"/>
    <w:rsid w:val="00CA5089"/>
    <w:rsid w:val="00CA5A02"/>
    <w:rsid w:val="00CC63C8"/>
    <w:rsid w:val="00CC641A"/>
    <w:rsid w:val="00CC7CFD"/>
    <w:rsid w:val="00CD0AD7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16D6"/>
    <w:rsid w:val="00D13332"/>
    <w:rsid w:val="00D14A73"/>
    <w:rsid w:val="00D17C3C"/>
    <w:rsid w:val="00D22573"/>
    <w:rsid w:val="00D26B2C"/>
    <w:rsid w:val="00D336FE"/>
    <w:rsid w:val="00D352C9"/>
    <w:rsid w:val="00D35AED"/>
    <w:rsid w:val="00D425B2"/>
    <w:rsid w:val="00D428D6"/>
    <w:rsid w:val="00D46A49"/>
    <w:rsid w:val="00D47CE1"/>
    <w:rsid w:val="00D552B2"/>
    <w:rsid w:val="00D608D1"/>
    <w:rsid w:val="00D60B27"/>
    <w:rsid w:val="00D60E12"/>
    <w:rsid w:val="00D67BD8"/>
    <w:rsid w:val="00D7127F"/>
    <w:rsid w:val="00D74119"/>
    <w:rsid w:val="00D7672E"/>
    <w:rsid w:val="00D8075B"/>
    <w:rsid w:val="00D8678B"/>
    <w:rsid w:val="00DA2114"/>
    <w:rsid w:val="00DA365D"/>
    <w:rsid w:val="00DB3BE5"/>
    <w:rsid w:val="00DB5468"/>
    <w:rsid w:val="00DB5AD9"/>
    <w:rsid w:val="00DC03E6"/>
    <w:rsid w:val="00DC2E50"/>
    <w:rsid w:val="00DD1705"/>
    <w:rsid w:val="00DD19F8"/>
    <w:rsid w:val="00DE09C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28AB"/>
    <w:rsid w:val="00E345DF"/>
    <w:rsid w:val="00E3790D"/>
    <w:rsid w:val="00E417CC"/>
    <w:rsid w:val="00E51E44"/>
    <w:rsid w:val="00E6059F"/>
    <w:rsid w:val="00E63348"/>
    <w:rsid w:val="00E65462"/>
    <w:rsid w:val="00E742AA"/>
    <w:rsid w:val="00E77392"/>
    <w:rsid w:val="00E77E88"/>
    <w:rsid w:val="00E8107D"/>
    <w:rsid w:val="00E815B2"/>
    <w:rsid w:val="00E82DFC"/>
    <w:rsid w:val="00E951A9"/>
    <w:rsid w:val="00E960BB"/>
    <w:rsid w:val="00EA2074"/>
    <w:rsid w:val="00EA3233"/>
    <w:rsid w:val="00EA3D6A"/>
    <w:rsid w:val="00EA47BE"/>
    <w:rsid w:val="00EA4832"/>
    <w:rsid w:val="00EA4E9D"/>
    <w:rsid w:val="00EB2AD0"/>
    <w:rsid w:val="00EC4899"/>
    <w:rsid w:val="00ED03AB"/>
    <w:rsid w:val="00ED32D2"/>
    <w:rsid w:val="00EE32DE"/>
    <w:rsid w:val="00EE5457"/>
    <w:rsid w:val="00EF0491"/>
    <w:rsid w:val="00EF080B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47A4"/>
    <w:rsid w:val="00F34E34"/>
    <w:rsid w:val="00F3607C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E7AC7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5F62"/>
  <w15:docId w15:val="{EE4F3B7C-900D-43D6-8506-30A0EB8E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styleId="Odwoaniedelikatne">
    <w:name w:val="Subtle Reference"/>
    <w:basedOn w:val="Domylnaczcionkaakapitu"/>
    <w:uiPriority w:val="31"/>
    <w:qFormat/>
    <w:rsid w:val="0068072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2A7B-433F-43E6-9091-4773B984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6</Pages>
  <Words>1164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32</cp:revision>
  <cp:lastPrinted>2019-02-06T12:12:00Z</cp:lastPrinted>
  <dcterms:created xsi:type="dcterms:W3CDTF">2020-02-14T10:26:00Z</dcterms:created>
  <dcterms:modified xsi:type="dcterms:W3CDTF">2025-02-04T17:42:00Z</dcterms:modified>
</cp:coreProperties>
</file>